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9FE1CA9-0AE2-462C-92E5-06D09FABB944}"/>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